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449B189" w:rsidR="00055BC9" w:rsidRDefault="00762A8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A30E229">
                    <wp:simplePos x="0" y="0"/>
                    <wp:positionH relativeFrom="margin">
                      <wp:posOffset>5094605</wp:posOffset>
                    </wp:positionH>
                    <wp:positionV relativeFrom="page">
                      <wp:posOffset>247650</wp:posOffset>
                    </wp:positionV>
                    <wp:extent cx="1336675" cy="6464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33667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336DC357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762A86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2025_000</w:t>
                                </w:r>
                                <w:r w:rsidR="00F75082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766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401.15pt;margin-top:19.5pt;width:105.2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336DC357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762A86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2025_000</w:t>
                          </w:r>
                          <w:r w:rsidR="00F75082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766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  <w:bookmarkStart w:id="0" w:name="_GoBack"/>
                              </w:p>
                              <w:bookmarkEnd w:id="0"/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8AF3323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E53BE5D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2770F81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02431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07BF5CF2" w14:textId="77777777" w:rsidR="00A96440" w:rsidRPr="00005185" w:rsidRDefault="00A96440" w:rsidP="00A96440">
                                <w:pPr>
                                  <w:pStyle w:val="Contenudecadre"/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i/>
                                    <w:color w:val="000000"/>
                                    <w:szCs w:val="20"/>
                                  </w:rPr>
                                  <w:t>Représenté par le chef de la section exécution de la maintenance (SEM)</w:t>
                                </w:r>
                              </w:p>
                              <w:p w14:paraId="51374730" w14:textId="18837F82" w:rsidR="00313E59" w:rsidRPr="00005185" w:rsidRDefault="00313E59" w:rsidP="00A96440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2770F81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02431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07BF5CF2" w14:textId="77777777" w:rsidR="00A96440" w:rsidRPr="00005185" w:rsidRDefault="00A96440" w:rsidP="00A96440">
                          <w:pPr>
                            <w:pStyle w:val="Contenudecadre"/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i/>
                              <w:color w:val="000000"/>
                              <w:szCs w:val="20"/>
                            </w:rPr>
                            <w:t>Représenté par le chef de la section exécution de la maintenance (SEM)</w:t>
                          </w:r>
                        </w:p>
                        <w:p w14:paraId="51374730" w14:textId="18837F82" w:rsidR="00313E59" w:rsidRPr="00005185" w:rsidRDefault="00313E59" w:rsidP="00A96440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07690C7F" w14:textId="1D2BAD98" w:rsidR="00024316" w:rsidRPr="00FF2F53" w:rsidRDefault="00720C88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720C88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DES HOTTES, RESEAUX D’EXTRACTION ET FILTRES A GRAISSE DANS LES LOCAUX DE RESTAURATION POUR LA BASE DE DEFENSE DE CARCASSONNE</w:t>
                                </w:r>
                              </w:p>
                              <w:p w14:paraId="0075C02F" w14:textId="77777777" w:rsidR="00024316" w:rsidRPr="00FF2F53" w:rsidRDefault="00024316" w:rsidP="0002431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 (11) et Pyrénées orientales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51374734" w14:textId="2C56578A" w:rsidR="00313E59" w:rsidRPr="00005185" w:rsidRDefault="00313E59" w:rsidP="00024316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07690C7F" w14:textId="1D2BAD98" w:rsidR="00024316" w:rsidRPr="00FF2F53" w:rsidRDefault="00720C88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720C88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DES HOTTES, RESEAUX D’EXTRACTION ET FILTRES A GRAISSE DANS LES LOCAUX DE RESTAURATION POUR LA BASE DE DEFENSE DE CARCASSONNE</w:t>
                          </w:r>
                        </w:p>
                        <w:p w14:paraId="0075C02F" w14:textId="77777777" w:rsidR="00024316" w:rsidRPr="00FF2F53" w:rsidRDefault="00024316" w:rsidP="0002431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51374734" w14:textId="2C56578A" w:rsidR="00313E59" w:rsidRPr="00005185" w:rsidRDefault="00313E59" w:rsidP="00024316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599B599A" w:rsidR="008B4C0A" w:rsidRDefault="008B4C0A"/>
        <w:p w14:paraId="513746F3" w14:textId="77777777" w:rsidR="003474AD" w:rsidRDefault="003474AD" w:rsidP="00410AFD">
          <w:pPr>
            <w:sectPr w:rsidR="003474AD" w:rsidSect="00D735BD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0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F75082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EA30DD" w:rsidRPr="006A1EE6" w14:paraId="2977BB74" w14:textId="77777777" w:rsidTr="002F33EB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41A8A028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7D14FE96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EA30DD" w:rsidRPr="00F54AAE" w14:paraId="7C31AA63" w14:textId="77777777" w:rsidTr="002F33EB">
        <w:tc>
          <w:tcPr>
            <w:tcW w:w="4390" w:type="dxa"/>
            <w:shd w:val="clear" w:color="auto" w:fill="auto"/>
            <w:vAlign w:val="center"/>
          </w:tcPr>
          <w:p w14:paraId="715F0776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>Appropriation de la mission sur la base de la décomposition des temps d’intervention associées çà la décomposition du prix F2 annuel de maintenance préventive par site et/ou par type d’équipement.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5AE2E27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  <w:r w:rsidRPr="00F54AAE">
              <w:rPr>
                <w:rFonts w:ascii="Arial" w:hAnsi="Arial" w:cs="Arial"/>
                <w:bCs/>
                <w:szCs w:val="20"/>
              </w:rPr>
              <w:t xml:space="preserve">Le candidat indique le volume d’heures minimum auquel il s’engage durant lesquelles ses personnels exécutent des prestations d’exploitation, de maintenance, d’entretien ou de réglage des installations. </w:t>
            </w:r>
            <w:r w:rsidRPr="00F54AAE">
              <w:rPr>
                <w:rFonts w:ascii="Arial" w:hAnsi="Arial" w:cs="Arial"/>
                <w:b/>
                <w:bCs/>
                <w:szCs w:val="20"/>
              </w:rPr>
              <w:t>Le volume horaire est rendu contractuel :</w:t>
            </w:r>
            <w:r w:rsidRPr="00F54AAE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  <w:p w14:paraId="662D8AC6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EA30DD" w:rsidRPr="00F54AAE" w14:paraId="0508416B" w14:textId="77777777" w:rsidTr="002F33EB">
        <w:tc>
          <w:tcPr>
            <w:tcW w:w="4390" w:type="dxa"/>
            <w:shd w:val="clear" w:color="auto" w:fill="auto"/>
            <w:vAlign w:val="center"/>
          </w:tcPr>
          <w:p w14:paraId="18629DB7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de l’organigramme, du nombre de personnels, des CV,</w:t>
            </w:r>
            <w:r>
              <w:rPr>
                <w:rFonts w:ascii="Arial" w:hAnsi="Arial" w:cs="Arial"/>
                <w:noProof/>
                <w:szCs w:val="20"/>
              </w:rPr>
              <w:t xml:space="preserve"> des formations et des qualific</w:t>
            </w:r>
            <w:r w:rsidRPr="00F54AAE">
              <w:rPr>
                <w:rFonts w:ascii="Arial" w:hAnsi="Arial" w:cs="Arial"/>
                <w:noProof/>
                <w:szCs w:val="20"/>
              </w:rPr>
              <w:t>ations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1A4931CD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EA30DD" w:rsidRPr="00F54AAE" w14:paraId="24CC9743" w14:textId="77777777" w:rsidTr="002F33EB">
        <w:tc>
          <w:tcPr>
            <w:tcW w:w="4390" w:type="dxa"/>
            <w:shd w:val="clear" w:color="auto" w:fill="auto"/>
            <w:vAlign w:val="center"/>
          </w:tcPr>
          <w:p w14:paraId="28C26556" w14:textId="77777777" w:rsidR="00EA30DD" w:rsidRPr="00F54AAE" w:rsidRDefault="00EA30DD" w:rsidP="002F33EB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Organisation et moyens dédiés à la réalisation des prestations sur le périmètre géographique sur la base du mode de fonctionnement prévu en heures ouvrables avec moyens et matériels associés. Organisation territoriale du soutien technique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44B66850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EA30DD" w:rsidRPr="00F54AAE" w14:paraId="664DD96D" w14:textId="77777777" w:rsidTr="002F33EB">
        <w:tc>
          <w:tcPr>
            <w:tcW w:w="4390" w:type="dxa"/>
            <w:shd w:val="clear" w:color="auto" w:fill="auto"/>
            <w:vAlign w:val="center"/>
          </w:tcPr>
          <w:p w14:paraId="57D3A2C8" w14:textId="527E5970" w:rsidR="00EA30DD" w:rsidRPr="00F54AAE" w:rsidRDefault="00EA30DD" w:rsidP="00F7508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>Continuité de service, sur la base de la prise en compte des niveau</w:t>
            </w:r>
            <w:r w:rsidR="00F75082">
              <w:rPr>
                <w:rFonts w:ascii="Arial" w:hAnsi="Arial" w:cs="Arial"/>
                <w:noProof/>
                <w:szCs w:val="20"/>
              </w:rPr>
              <w:t>x de criticité prévus au marché.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D18AA65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EA30DD" w:rsidRPr="00F54AAE" w14:paraId="149C399C" w14:textId="77777777" w:rsidTr="002F33EB">
        <w:tc>
          <w:tcPr>
            <w:tcW w:w="4390" w:type="dxa"/>
            <w:shd w:val="clear" w:color="auto" w:fill="auto"/>
            <w:vAlign w:val="center"/>
          </w:tcPr>
          <w:p w14:paraId="02C5CC26" w14:textId="115DE69C" w:rsidR="00EA30DD" w:rsidRPr="00F54AAE" w:rsidRDefault="00EA30DD" w:rsidP="00AD202F">
            <w:pPr>
              <w:jc w:val="left"/>
              <w:rPr>
                <w:rFonts w:ascii="Arial" w:hAnsi="Arial" w:cs="Arial"/>
                <w:noProof/>
                <w:szCs w:val="20"/>
              </w:rPr>
            </w:pPr>
            <w:r w:rsidRPr="00F54AAE">
              <w:rPr>
                <w:rFonts w:ascii="Arial" w:hAnsi="Arial" w:cs="Arial"/>
                <w:noProof/>
                <w:szCs w:val="20"/>
              </w:rPr>
              <w:t xml:space="preserve">Mesures prises pour garantir la sécurité au cours du marché sur la base des dispositions de sécurité des personnels prises pour limiter les </w:t>
            </w:r>
            <w:r w:rsidRPr="006C134A">
              <w:rPr>
                <w:rFonts w:ascii="Arial" w:hAnsi="Arial" w:cs="Arial"/>
                <w:noProof/>
                <w:szCs w:val="20"/>
              </w:rPr>
              <w:t xml:space="preserve">risques liés à l’interférence </w:t>
            </w:r>
            <w:r w:rsidRPr="00F54AAE">
              <w:rPr>
                <w:rFonts w:ascii="Arial" w:hAnsi="Arial" w:cs="Arial"/>
                <w:noProof/>
                <w:szCs w:val="20"/>
              </w:rPr>
              <w:t xml:space="preserve">entre les activités du soumissionnaire, les occupants, les installations et les matériels (EPI, EPC, formations etc.).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793580D4" w14:textId="77777777" w:rsidR="00EA30DD" w:rsidRPr="00F54AAE" w:rsidRDefault="00EA30DD" w:rsidP="002F33E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1"/>
    </w:tbl>
    <w:p w14:paraId="5137470C" w14:textId="77777777" w:rsidR="003474AD" w:rsidRDefault="003474AD" w:rsidP="00AD202F"/>
    <w:sectPr w:rsidR="003474AD" w:rsidSect="00D735BD">
      <w:pgSz w:w="16838" w:h="11906" w:orient="landscape"/>
      <w:pgMar w:top="1417" w:right="1417" w:bottom="709" w:left="1417" w:header="708" w:footer="7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52E00" w14:textId="77777777" w:rsidR="00D34F66" w:rsidRDefault="00D34F66" w:rsidP="00EA6B59">
      <w:pPr>
        <w:spacing w:after="0" w:line="240" w:lineRule="auto"/>
      </w:pPr>
      <w:r>
        <w:separator/>
      </w:r>
    </w:p>
  </w:endnote>
  <w:endnote w:type="continuationSeparator" w:id="0">
    <w:p w14:paraId="106FFFE2" w14:textId="77777777" w:rsidR="00D34F66" w:rsidRDefault="00D34F6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F75082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EA47" w14:textId="77777777" w:rsidR="00D735BD" w:rsidRDefault="00D735BD">
    <w:pPr>
      <w:pStyle w:val="Pieddepage"/>
    </w:pPr>
  </w:p>
  <w:p w14:paraId="141C28BC" w14:textId="77777777" w:rsidR="00D735BD" w:rsidRDefault="00D735BD">
    <w:pPr>
      <w:pStyle w:val="Pieddepage"/>
    </w:pPr>
  </w:p>
  <w:p w14:paraId="767040B6" w14:textId="77777777" w:rsidR="00D735BD" w:rsidRDefault="00D735BD">
    <w:pPr>
      <w:pStyle w:val="Pieddepage"/>
    </w:pPr>
  </w:p>
  <w:p w14:paraId="4ABEACCF" w14:textId="7D68343B" w:rsidR="00024316" w:rsidRDefault="00024316">
    <w:pPr>
      <w:pStyle w:val="Pieddepage"/>
    </w:pPr>
    <w:r>
      <w:t xml:space="preserve">ESID 25 </w:t>
    </w:r>
    <w:r w:rsidR="00F75082">
      <w:t>225</w:t>
    </w:r>
  </w:p>
  <w:p w14:paraId="1C50351F" w14:textId="77777777" w:rsidR="00D735BD" w:rsidRDefault="00D735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A274" w14:textId="77777777" w:rsidR="00D34F66" w:rsidRDefault="00D34F66" w:rsidP="00EA6B59">
      <w:pPr>
        <w:spacing w:after="0" w:line="240" w:lineRule="auto"/>
      </w:pPr>
      <w:r>
        <w:separator/>
      </w:r>
    </w:p>
  </w:footnote>
  <w:footnote w:type="continuationSeparator" w:id="0">
    <w:p w14:paraId="1B8FF0B5" w14:textId="77777777" w:rsidR="00D34F66" w:rsidRDefault="00D34F6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24316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634A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0C88"/>
    <w:rsid w:val="00727941"/>
    <w:rsid w:val="00744A8B"/>
    <w:rsid w:val="00762A86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6440"/>
    <w:rsid w:val="00A97745"/>
    <w:rsid w:val="00AC4351"/>
    <w:rsid w:val="00AC5302"/>
    <w:rsid w:val="00AD202F"/>
    <w:rsid w:val="00AD4367"/>
    <w:rsid w:val="00AE0672"/>
    <w:rsid w:val="00AE4899"/>
    <w:rsid w:val="00B0034A"/>
    <w:rsid w:val="00B030D4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50AD6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42FFE"/>
    <w:rsid w:val="00D47886"/>
    <w:rsid w:val="00D47953"/>
    <w:rsid w:val="00D5331B"/>
    <w:rsid w:val="00D5674B"/>
    <w:rsid w:val="00D61232"/>
    <w:rsid w:val="00D71A45"/>
    <w:rsid w:val="00D7354B"/>
    <w:rsid w:val="00D735BD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30DD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508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Contenudecadre">
    <w:name w:val="Contenu de cadre"/>
    <w:basedOn w:val="Normal"/>
    <w:qFormat/>
    <w:rsid w:val="00A96440"/>
    <w:pPr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E46670293CF40AD0A373F2E384AC6" ma:contentTypeVersion="1" ma:contentTypeDescription="Crée un document." ma:contentTypeScope="" ma:versionID="d72e8067142cfbe832f65edfac3cba65">
  <xsd:schema xmlns:xsd="http://www.w3.org/2001/XMLSchema" xmlns:xs="http://www.w3.org/2001/XMLSchema" xmlns:p="http://schemas.microsoft.com/office/2006/metadata/properties" xmlns:ns2="4ed04b4c-13c5-49fc-b760-dcf5e9d44ac9" targetNamespace="http://schemas.microsoft.com/office/2006/metadata/properties" ma:root="true" ma:fieldsID="868d71ee1811bba3d49066fb3857559b" ns2:_="">
    <xsd:import namespace="4ed04b4c-13c5-49fc-b760-dcf5e9d44ac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04b4c-13c5-49fc-b760-dcf5e9d44a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56EDFA-E2FA-4A2C-A47D-6B42D0EC9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04b4c-13c5-49fc-b760-dcf5e9d44a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C14B225-587A-4888-A9F0-65BE42AC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20</TotalTime>
  <Pages>3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13</cp:revision>
  <dcterms:created xsi:type="dcterms:W3CDTF">2025-01-06T09:07:00Z</dcterms:created>
  <dcterms:modified xsi:type="dcterms:W3CDTF">2025-07-11T08:25:00Z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0x010100E25E46670293CF40AD0A373F2E384AC6</vt:lpwstr>
  </property>
</Properties>
</file>